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0B7" w:rsidRPr="007F1471" w:rsidRDefault="000100B7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>ЗАТВЕРДЖЕНО</w:t>
      </w:r>
    </w:p>
    <w:p w:rsidR="000100B7" w:rsidRPr="007F1471" w:rsidRDefault="000100B7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Наказ Головного територіального управління </w:t>
      </w:r>
    </w:p>
    <w:p w:rsidR="000100B7" w:rsidRPr="007F1471" w:rsidRDefault="000100B7" w:rsidP="00610CE9">
      <w:pPr>
        <w:ind w:left="6379"/>
        <w:jc w:val="left"/>
        <w:rPr>
          <w:sz w:val="24"/>
          <w:szCs w:val="24"/>
          <w:lang w:eastAsia="uk-UA"/>
        </w:rPr>
      </w:pPr>
      <w:r w:rsidRPr="007F1471">
        <w:rPr>
          <w:sz w:val="24"/>
          <w:szCs w:val="24"/>
          <w:lang w:eastAsia="uk-UA"/>
        </w:rPr>
        <w:t xml:space="preserve">юстиції у Сумській області </w:t>
      </w:r>
    </w:p>
    <w:p w:rsidR="000100B7" w:rsidRDefault="000100B7" w:rsidP="00E06171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31.01.2019 № 57/8</w:t>
      </w:r>
    </w:p>
    <w:p w:rsidR="000100B7" w:rsidRPr="007F1471" w:rsidRDefault="000100B7" w:rsidP="00F03E60">
      <w:pPr>
        <w:jc w:val="center"/>
        <w:rPr>
          <w:b/>
          <w:sz w:val="24"/>
          <w:szCs w:val="24"/>
          <w:lang w:eastAsia="uk-UA"/>
        </w:rPr>
      </w:pPr>
    </w:p>
    <w:p w:rsidR="000100B7" w:rsidRPr="007F1471" w:rsidRDefault="000100B7" w:rsidP="00CC122F">
      <w:pPr>
        <w:jc w:val="center"/>
        <w:rPr>
          <w:b/>
          <w:sz w:val="24"/>
          <w:szCs w:val="24"/>
          <w:lang w:eastAsia="uk-UA"/>
        </w:rPr>
      </w:pPr>
      <w:r w:rsidRPr="007F1471">
        <w:rPr>
          <w:b/>
          <w:sz w:val="24"/>
          <w:szCs w:val="24"/>
          <w:lang w:eastAsia="uk-UA"/>
        </w:rPr>
        <w:t xml:space="preserve">ІНФОРМАЦІЙНА КАРТКА </w:t>
      </w:r>
    </w:p>
    <w:p w:rsidR="000100B7" w:rsidRPr="007F1471" w:rsidRDefault="000100B7" w:rsidP="007F1471">
      <w:pPr>
        <w:tabs>
          <w:tab w:val="left" w:pos="3969"/>
        </w:tabs>
        <w:jc w:val="center"/>
        <w:rPr>
          <w:b/>
          <w:bCs/>
          <w:sz w:val="24"/>
          <w:szCs w:val="24"/>
          <w:lang w:val="ru-RU" w:eastAsia="ru-RU"/>
        </w:rPr>
      </w:pPr>
      <w:r w:rsidRPr="007F1471">
        <w:rPr>
          <w:b/>
          <w:sz w:val="24"/>
          <w:szCs w:val="24"/>
          <w:lang w:eastAsia="uk-UA"/>
        </w:rPr>
        <w:t xml:space="preserve">адміністративної послуги </w:t>
      </w:r>
      <w:r w:rsidRPr="007F1471">
        <w:rPr>
          <w:sz w:val="24"/>
          <w:szCs w:val="24"/>
          <w:lang w:eastAsia="uk-UA"/>
        </w:rPr>
        <w:t xml:space="preserve"> </w:t>
      </w:r>
      <w:bookmarkStart w:id="0" w:name="n12"/>
      <w:bookmarkEnd w:id="0"/>
      <w:r w:rsidRPr="007F1471">
        <w:rPr>
          <w:b/>
          <w:bCs/>
          <w:sz w:val="24"/>
          <w:szCs w:val="24"/>
          <w:lang w:eastAsia="ru-RU"/>
        </w:rPr>
        <w:t>з внесення змін до актових записів цивільного стану, їх</w:t>
      </w:r>
    </w:p>
    <w:p w:rsidR="000100B7" w:rsidRDefault="000100B7" w:rsidP="00610CE9">
      <w:pPr>
        <w:jc w:val="center"/>
        <w:rPr>
          <w:b/>
          <w:bCs/>
          <w:sz w:val="24"/>
          <w:szCs w:val="24"/>
          <w:lang w:eastAsia="ru-RU"/>
        </w:rPr>
      </w:pPr>
      <w:r w:rsidRPr="007F1471">
        <w:rPr>
          <w:b/>
          <w:bCs/>
          <w:sz w:val="24"/>
          <w:szCs w:val="24"/>
          <w:lang w:eastAsia="ru-RU"/>
        </w:rPr>
        <w:t>поновлення та анулювання</w:t>
      </w:r>
      <w:bookmarkStart w:id="1" w:name="n13"/>
      <w:bookmarkEnd w:id="1"/>
    </w:p>
    <w:p w:rsidR="000100B7" w:rsidRPr="007F1471" w:rsidRDefault="000100B7" w:rsidP="00610CE9">
      <w:pPr>
        <w:jc w:val="center"/>
        <w:rPr>
          <w:b/>
          <w:bCs/>
          <w:sz w:val="24"/>
          <w:szCs w:val="24"/>
          <w:lang w:eastAsia="ru-RU"/>
        </w:rPr>
      </w:pPr>
    </w:p>
    <w:p w:rsidR="000100B7" w:rsidRPr="007F1471" w:rsidRDefault="000100B7" w:rsidP="00610CE9">
      <w:pPr>
        <w:jc w:val="center"/>
        <w:rPr>
          <w:b/>
          <w:sz w:val="24"/>
          <w:szCs w:val="24"/>
          <w:lang w:eastAsia="uk-UA"/>
        </w:rPr>
      </w:pPr>
      <w:r w:rsidRPr="00284E96">
        <w:rPr>
          <w:b/>
          <w:sz w:val="24"/>
          <w:szCs w:val="24"/>
          <w:lang w:eastAsia="uk-UA"/>
        </w:rPr>
        <w:t>Шосткинський міськрайонний</w:t>
      </w:r>
      <w:r>
        <w:rPr>
          <w:lang w:eastAsia="uk-UA"/>
        </w:rPr>
        <w:t xml:space="preserve"> </w:t>
      </w:r>
      <w:r w:rsidRPr="007F1471">
        <w:rPr>
          <w:b/>
          <w:sz w:val="24"/>
          <w:szCs w:val="24"/>
          <w:lang w:eastAsia="uk-UA"/>
        </w:rPr>
        <w:t>відділ державної реєстрації актів цивільного стану Головного територіального управління юстиції у Сумській області</w:t>
      </w:r>
    </w:p>
    <w:p w:rsidR="000100B7" w:rsidRPr="007F1471" w:rsidRDefault="000100B7" w:rsidP="00F03E60">
      <w:pPr>
        <w:jc w:val="center"/>
        <w:rPr>
          <w:sz w:val="24"/>
          <w:szCs w:val="24"/>
          <w:lang w:eastAsia="uk-UA"/>
        </w:rPr>
      </w:pPr>
    </w:p>
    <w:tbl>
      <w:tblPr>
        <w:tblW w:w="5000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4"/>
        <w:gridCol w:w="3186"/>
        <w:gridCol w:w="6575"/>
      </w:tblGrid>
      <w:tr w:rsidR="000100B7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F94EC9" w:rsidRDefault="000100B7" w:rsidP="00D8193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0100B7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F94EC9" w:rsidRDefault="000100B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F94EC9" w:rsidRDefault="000100B7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432C9E" w:rsidRDefault="000100B7" w:rsidP="004D5343">
            <w:r>
              <w:rPr>
                <w:sz w:val="24"/>
                <w:szCs w:val="24"/>
              </w:rPr>
              <w:t>411</w:t>
            </w:r>
            <w:r w:rsidRPr="00432C9E">
              <w:rPr>
                <w:sz w:val="24"/>
                <w:szCs w:val="24"/>
              </w:rPr>
              <w:t xml:space="preserve">00, Сумська обл., </w:t>
            </w:r>
            <w:r w:rsidRPr="00132095">
              <w:rPr>
                <w:sz w:val="24"/>
                <w:szCs w:val="24"/>
                <w:shd w:val="clear" w:color="auto" w:fill="FFFFFF"/>
              </w:rPr>
              <w:t>м. Шостка, вул. Шевченка, 21</w:t>
            </w:r>
          </w:p>
        </w:tc>
      </w:tr>
      <w:tr w:rsidR="000100B7" w:rsidRPr="00F94EC9" w:rsidTr="00190353">
        <w:trPr>
          <w:trHeight w:val="1023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F94EC9" w:rsidRDefault="000100B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F94EC9" w:rsidRDefault="000100B7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432C9E" w:rsidRDefault="000100B7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Робочі дні та години:</w:t>
            </w:r>
          </w:p>
          <w:p w:rsidR="000100B7" w:rsidRPr="00432C9E" w:rsidRDefault="000100B7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четвер, п’ятниця - з 8.00 до 17.15,</w:t>
            </w:r>
          </w:p>
          <w:p w:rsidR="000100B7" w:rsidRPr="00432C9E" w:rsidRDefault="000100B7" w:rsidP="00610CE9">
            <w:pPr>
              <w:ind w:right="-414"/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– з 8.00 до 20.00, субота- з 8.00 до 16.00</w:t>
            </w:r>
          </w:p>
          <w:p w:rsidR="000100B7" w:rsidRPr="00432C9E" w:rsidRDefault="000100B7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Вихідні дні: неділя, понеділок.</w:t>
            </w:r>
          </w:p>
          <w:p w:rsidR="000100B7" w:rsidRPr="00432C9E" w:rsidRDefault="000100B7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Перерва:  з 12.00 до 13.00</w:t>
            </w:r>
          </w:p>
          <w:p w:rsidR="000100B7" w:rsidRDefault="000100B7" w:rsidP="00610CE9">
            <w:pPr>
              <w:rPr>
                <w:sz w:val="24"/>
                <w:szCs w:val="24"/>
              </w:rPr>
            </w:pPr>
          </w:p>
          <w:p w:rsidR="000100B7" w:rsidRPr="00432C9E" w:rsidRDefault="000100B7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Прийомні дні з усіх питань:</w:t>
            </w:r>
          </w:p>
          <w:p w:rsidR="000100B7" w:rsidRPr="00432C9E" w:rsidRDefault="000100B7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вівторок, п’ятниця -  з 8.00 до 17.15,</w:t>
            </w:r>
          </w:p>
          <w:p w:rsidR="000100B7" w:rsidRPr="00432C9E" w:rsidRDefault="000100B7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середа - з 8.00 до 20.00, четвер - з 8.00 до 15.00 </w:t>
            </w:r>
          </w:p>
          <w:p w:rsidR="000100B7" w:rsidRPr="00432C9E" w:rsidRDefault="000100B7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субота з  8.00 до 16.00 </w:t>
            </w:r>
          </w:p>
          <w:p w:rsidR="000100B7" w:rsidRDefault="000100B7" w:rsidP="00610CE9">
            <w:pPr>
              <w:rPr>
                <w:sz w:val="24"/>
                <w:szCs w:val="24"/>
              </w:rPr>
            </w:pPr>
          </w:p>
          <w:p w:rsidR="000100B7" w:rsidRPr="00432C9E" w:rsidRDefault="000100B7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Надання безкоштовних консультацій: </w:t>
            </w:r>
          </w:p>
          <w:p w:rsidR="000100B7" w:rsidRPr="00432C9E" w:rsidRDefault="000100B7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середа -  з 8.00 до 20.00</w:t>
            </w:r>
          </w:p>
          <w:p w:rsidR="000100B7" w:rsidRDefault="000100B7" w:rsidP="00610CE9">
            <w:pPr>
              <w:rPr>
                <w:sz w:val="24"/>
                <w:szCs w:val="24"/>
              </w:rPr>
            </w:pPr>
          </w:p>
          <w:p w:rsidR="000100B7" w:rsidRPr="00432C9E" w:rsidRDefault="000100B7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Особистий прийом громадян керівником відділу: середа -  з 9.00 до 15.00</w:t>
            </w:r>
          </w:p>
          <w:p w:rsidR="000100B7" w:rsidRDefault="000100B7" w:rsidP="00610CE9">
            <w:pPr>
              <w:rPr>
                <w:sz w:val="24"/>
                <w:szCs w:val="24"/>
              </w:rPr>
            </w:pPr>
          </w:p>
          <w:p w:rsidR="000100B7" w:rsidRPr="00432C9E" w:rsidRDefault="000100B7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Робота з архівними документами: </w:t>
            </w:r>
          </w:p>
          <w:p w:rsidR="000100B7" w:rsidRPr="00432C9E" w:rsidRDefault="000100B7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четвер з 15.00 до 17.15</w:t>
            </w:r>
          </w:p>
          <w:p w:rsidR="000100B7" w:rsidRDefault="000100B7" w:rsidP="00610CE9">
            <w:pPr>
              <w:rPr>
                <w:sz w:val="24"/>
                <w:szCs w:val="24"/>
              </w:rPr>
            </w:pPr>
          </w:p>
          <w:p w:rsidR="000100B7" w:rsidRPr="00432C9E" w:rsidRDefault="000100B7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>Санітарний день:  останній четвер місяця</w:t>
            </w:r>
          </w:p>
          <w:p w:rsidR="000100B7" w:rsidRDefault="000100B7" w:rsidP="00610CE9">
            <w:pPr>
              <w:rPr>
                <w:sz w:val="24"/>
                <w:szCs w:val="24"/>
              </w:rPr>
            </w:pPr>
          </w:p>
          <w:p w:rsidR="000100B7" w:rsidRPr="00432C9E" w:rsidRDefault="000100B7" w:rsidP="00610CE9">
            <w:pPr>
              <w:rPr>
                <w:sz w:val="24"/>
                <w:szCs w:val="24"/>
              </w:rPr>
            </w:pPr>
            <w:r w:rsidRPr="00432C9E">
              <w:rPr>
                <w:sz w:val="24"/>
                <w:szCs w:val="24"/>
              </w:rPr>
              <w:t xml:space="preserve">Чергування з </w:t>
            </w:r>
            <w:r>
              <w:rPr>
                <w:sz w:val="24"/>
                <w:szCs w:val="24"/>
              </w:rPr>
              <w:t xml:space="preserve">усіх </w:t>
            </w:r>
            <w:r w:rsidRPr="00432C9E">
              <w:rPr>
                <w:sz w:val="24"/>
                <w:szCs w:val="24"/>
              </w:rPr>
              <w:t>питань державної реєстрації</w:t>
            </w:r>
            <w:r>
              <w:rPr>
                <w:sz w:val="24"/>
                <w:szCs w:val="24"/>
              </w:rPr>
              <w:t xml:space="preserve"> актів цивільного стану</w:t>
            </w:r>
            <w:r w:rsidRPr="00432C9E">
              <w:rPr>
                <w:sz w:val="24"/>
                <w:szCs w:val="24"/>
              </w:rPr>
              <w:t xml:space="preserve">: понеділок з 9.00 до 16.00 </w:t>
            </w:r>
          </w:p>
          <w:p w:rsidR="000100B7" w:rsidRDefault="000100B7" w:rsidP="00610CE9">
            <w:pPr>
              <w:rPr>
                <w:sz w:val="24"/>
                <w:szCs w:val="24"/>
              </w:rPr>
            </w:pPr>
          </w:p>
          <w:p w:rsidR="000100B7" w:rsidRPr="00432C9E" w:rsidRDefault="000100B7" w:rsidP="004D5343">
            <w:r w:rsidRPr="00432C9E">
              <w:rPr>
                <w:sz w:val="24"/>
                <w:szCs w:val="24"/>
              </w:rPr>
              <w:t xml:space="preserve">Примітка. Наявна можливість попереднього електронного запису суб’єкта звернення до відділу державної реєстрації актів цивільного стану через мережу Інтернет на офіційному веб-сайті Головного територіального управління юстиції у Сумській області </w:t>
            </w:r>
            <w:hyperlink r:id="rId7" w:history="1"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://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sumyjust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</w:rPr>
                <w:t>.</w:t>
              </w:r>
              <w:r w:rsidRPr="00432C9E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432C9E">
              <w:rPr>
                <w:b/>
                <w:sz w:val="24"/>
                <w:szCs w:val="24"/>
              </w:rPr>
              <w:t xml:space="preserve"> </w:t>
            </w:r>
            <w:r w:rsidRPr="00432C9E">
              <w:rPr>
                <w:sz w:val="24"/>
                <w:szCs w:val="24"/>
              </w:rPr>
              <w:t>у вкладці «Звернення громадян».</w:t>
            </w:r>
            <w:r w:rsidRPr="00432C9E">
              <w:t xml:space="preserve"> </w:t>
            </w:r>
          </w:p>
        </w:tc>
      </w:tr>
      <w:tr w:rsidR="000100B7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F94EC9" w:rsidRDefault="000100B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F94EC9" w:rsidRDefault="000100B7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284E96" w:rsidRDefault="000100B7" w:rsidP="00BC3D45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284E96">
              <w:t xml:space="preserve">тел.: </w:t>
            </w:r>
            <w:r w:rsidRPr="00284E96">
              <w:rPr>
                <w:b/>
              </w:rPr>
              <w:t>(05449) 2-25-54</w:t>
            </w:r>
          </w:p>
          <w:p w:rsidR="000100B7" w:rsidRPr="00432C9E" w:rsidRDefault="000100B7" w:rsidP="00BC3D45">
            <w:r w:rsidRPr="00284E96">
              <w:rPr>
                <w:sz w:val="24"/>
                <w:szCs w:val="24"/>
              </w:rPr>
              <w:t>Електронна адреса:  </w:t>
            </w:r>
            <w:hyperlink r:id="rId8" w:history="1">
              <w:r w:rsidRPr="00284E96">
                <w:rPr>
                  <w:rStyle w:val="Hyperlink"/>
                  <w:b/>
                  <w:sz w:val="24"/>
                  <w:szCs w:val="24"/>
                </w:rPr>
                <w:t>vcs@shm.sm.drsu.gov.ua</w:t>
              </w:r>
            </w:hyperlink>
          </w:p>
        </w:tc>
      </w:tr>
      <w:tr w:rsidR="000100B7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F94EC9" w:rsidRDefault="000100B7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100B7" w:rsidRPr="00F94EC9" w:rsidTr="007F1471">
        <w:trPr>
          <w:trHeight w:val="884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F94EC9" w:rsidRDefault="000100B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F94EC9" w:rsidRDefault="000100B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AD01CF" w:rsidRDefault="000100B7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>
              <w:rPr>
                <w:sz w:val="24"/>
                <w:szCs w:val="24"/>
              </w:rPr>
              <w:t>;</w:t>
            </w:r>
          </w:p>
          <w:p w:rsidR="000100B7" w:rsidRPr="00AF559B" w:rsidRDefault="000100B7" w:rsidP="00610CE9">
            <w:pPr>
              <w:pStyle w:val="ListParagraph"/>
              <w:tabs>
                <w:tab w:val="left" w:pos="217"/>
              </w:tabs>
              <w:ind w:left="0" w:right="7" w:firstLine="290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«Про державну реєстрацію актів цивільного стану</w:t>
            </w:r>
            <w:r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0100B7" w:rsidRPr="00F94EC9" w:rsidTr="00D81939">
        <w:trPr>
          <w:trHeight w:val="1360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F94EC9" w:rsidRDefault="000100B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F94EC9" w:rsidRDefault="000100B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7E67EB" w:rsidRDefault="000100B7" w:rsidP="00610CE9">
            <w:pPr>
              <w:ind w:right="7" w:firstLine="290"/>
              <w:rPr>
                <w:sz w:val="24"/>
                <w:szCs w:val="24"/>
                <w:lang w:val="ru-RU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мито»;</w:t>
            </w:r>
          </w:p>
          <w:p w:rsidR="000100B7" w:rsidRDefault="000100B7" w:rsidP="00610CE9">
            <w:pPr>
              <w:ind w:right="7" w:firstLine="2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стану»;</w:t>
            </w:r>
          </w:p>
          <w:p w:rsidR="000100B7" w:rsidRPr="00AD01CF" w:rsidRDefault="000100B7" w:rsidP="00610CE9">
            <w:pPr>
              <w:ind w:right="7" w:firstLine="290"/>
              <w:rPr>
                <w:sz w:val="24"/>
                <w:szCs w:val="24"/>
                <w:lang w:eastAsia="uk-UA"/>
              </w:rPr>
            </w:pPr>
            <w:r w:rsidRPr="007F1471">
              <w:rPr>
                <w:sz w:val="24"/>
                <w:szCs w:val="24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№ 1064.</w:t>
            </w:r>
            <w:r>
              <w:rPr>
                <w:sz w:val="24"/>
                <w:szCs w:val="24"/>
              </w:rPr>
              <w:t>.</w:t>
            </w:r>
          </w:p>
        </w:tc>
      </w:tr>
      <w:tr w:rsidR="000100B7" w:rsidRPr="00F94EC9" w:rsidTr="00190353">
        <w:trPr>
          <w:trHeight w:val="3207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F94EC9" w:rsidRDefault="000100B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F94EC9" w:rsidRDefault="000100B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E2705D" w:rsidRDefault="000100B7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</w:t>
            </w:r>
            <w:r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 жовтня 2000 року за № 719/4940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0100B7" w:rsidRDefault="000100B7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</w:rPr>
            </w:pPr>
            <w:r w:rsidRPr="00E2705D">
              <w:rPr>
                <w:sz w:val="24"/>
                <w:szCs w:val="24"/>
              </w:rPr>
              <w:t xml:space="preserve">Правила внесення змін до актових записів цивільного стану, їх поновлення та анулювання, затверджені наказом Міністерства юстиції від 13 січня 2011 року № 96/5, зареєстровані в Міністерстві юстиції 14 січня 2011 року </w:t>
            </w:r>
            <w:r>
              <w:rPr>
                <w:sz w:val="24"/>
                <w:szCs w:val="24"/>
              </w:rPr>
              <w:t xml:space="preserve">                       </w:t>
            </w:r>
            <w:r w:rsidRPr="00E2705D">
              <w:rPr>
                <w:sz w:val="24"/>
                <w:szCs w:val="24"/>
              </w:rPr>
              <w:t>за № 55/18793</w:t>
            </w:r>
            <w:r>
              <w:rPr>
                <w:sz w:val="24"/>
                <w:szCs w:val="24"/>
              </w:rPr>
              <w:t>;</w:t>
            </w:r>
          </w:p>
          <w:p w:rsidR="000100B7" w:rsidRPr="00E2705D" w:rsidRDefault="000100B7" w:rsidP="00610CE9">
            <w:pPr>
              <w:pStyle w:val="ListParagraph"/>
              <w:tabs>
                <w:tab w:val="left" w:pos="0"/>
              </w:tabs>
              <w:ind w:left="0" w:right="7" w:firstLine="29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зареєстрований у Міністерстві юстиції України 09 липня 2015</w:t>
            </w:r>
            <w:r w:rsidRPr="003A2A0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року за                                      № 813/27258.</w:t>
            </w:r>
          </w:p>
        </w:tc>
      </w:tr>
      <w:tr w:rsidR="000100B7" w:rsidRPr="00F94EC9" w:rsidTr="001903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F94EC9" w:rsidRDefault="000100B7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0100B7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Default="000100B7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Default="000100B7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610CE9" w:rsidRDefault="000100B7" w:rsidP="00134B99">
            <w:pPr>
              <w:ind w:left="33" w:firstLine="257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</w:t>
            </w:r>
            <w:r>
              <w:rPr>
                <w:sz w:val="24"/>
                <w:szCs w:val="24"/>
              </w:rPr>
              <w:t xml:space="preserve"> про внесення змін до актових записів цивільного стану, їх поновлення</w:t>
            </w:r>
            <w:r w:rsidRPr="007E67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 анулювання, подана особою, яка відповідно до законодавства має право на подання такої заяви.</w:t>
            </w:r>
          </w:p>
        </w:tc>
      </w:tr>
      <w:tr w:rsidR="000100B7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F94EC9" w:rsidRDefault="000100B7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1B2369" w:rsidRDefault="000100B7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E2705D" w:rsidRDefault="000100B7" w:rsidP="00610CE9">
            <w:pPr>
              <w:ind w:left="33" w:firstLine="257"/>
              <w:rPr>
                <w:sz w:val="24"/>
                <w:szCs w:val="24"/>
                <w:lang w:eastAsia="ru-RU"/>
              </w:rPr>
            </w:pPr>
            <w:bookmarkStart w:id="3" w:name="n506"/>
            <w:bookmarkEnd w:id="3"/>
            <w:r w:rsidRPr="00E2705D">
              <w:rPr>
                <w:sz w:val="24"/>
                <w:szCs w:val="24"/>
                <w:lang w:eastAsia="ru-RU"/>
              </w:rPr>
              <w:t>Суб’єктом звернення безпосередньо подаються:</w:t>
            </w:r>
          </w:p>
          <w:p w:rsidR="000100B7" w:rsidRPr="00E2705D" w:rsidRDefault="000100B7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</w:t>
            </w:r>
            <w:r>
              <w:rPr>
                <w:sz w:val="24"/>
                <w:szCs w:val="24"/>
                <w:lang w:eastAsia="ru-RU"/>
              </w:rPr>
              <w:t>;</w:t>
            </w:r>
          </w:p>
          <w:p w:rsidR="000100B7" w:rsidRPr="00E2705D" w:rsidRDefault="000100B7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паспорт громадянина України (паспортний документ іноземця, особи без громадянства);</w:t>
            </w:r>
          </w:p>
          <w:p w:rsidR="000100B7" w:rsidRPr="00E2705D" w:rsidRDefault="000100B7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свідоцтва про державну реєстрацію актів цивільного стану, у яких зазначені неправильні, неповні відомості, або відомості, які підлягають зміні;</w:t>
            </w:r>
          </w:p>
          <w:p w:rsidR="000100B7" w:rsidRPr="00E2705D" w:rsidRDefault="000100B7" w:rsidP="00E2705D">
            <w:pPr>
              <w:ind w:left="33" w:firstLine="426"/>
              <w:rPr>
                <w:sz w:val="24"/>
                <w:szCs w:val="24"/>
                <w:lang w:eastAsia="ru-RU"/>
              </w:rPr>
            </w:pPr>
            <w:r w:rsidRPr="00E2705D">
              <w:rPr>
                <w:sz w:val="24"/>
                <w:szCs w:val="24"/>
                <w:lang w:eastAsia="ru-RU"/>
              </w:rPr>
              <w:t>інші документи, необхідні для розгляду заяви та вирішення питання по суті, крім тих, які знаходяться у володінні відділу або у володінні державних органів, від яких відділ має право їх витребовувати;</w:t>
            </w:r>
          </w:p>
          <w:p w:rsidR="000100B7" w:rsidRPr="00F91F7A" w:rsidRDefault="000100B7" w:rsidP="00AF559B">
            <w:pPr>
              <w:ind w:left="33" w:firstLine="426"/>
            </w:pPr>
            <w:r w:rsidRPr="00E2705D">
              <w:rPr>
                <w:sz w:val="24"/>
                <w:szCs w:val="24"/>
                <w:lang w:eastAsia="ru-RU"/>
              </w:rPr>
              <w:t>документ, що підтверджує сплату державного мита за видачу свідоцтва у зв’язку</w:t>
            </w:r>
            <w:r w:rsidRPr="00E2705D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2705D">
              <w:rPr>
                <w:bCs/>
                <w:sz w:val="24"/>
                <w:szCs w:val="24"/>
                <w:lang w:eastAsia="ru-RU"/>
              </w:rPr>
              <w:t>із зміною, доповненням, виправленням і поновленням актових записів цивільного стану, або документ, що підтверджує право на звільнення від сплати державного мита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0100B7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F94EC9" w:rsidRDefault="000100B7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F94EC9" w:rsidRDefault="000100B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610CE9" w:rsidRDefault="000100B7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У паперовій формі документи подаються суб’єктом звернення особисто до відділу державної реєстрації актів цивільного стану за місцем його проживання або у випадках, передбачених законодавством, - за місцем зберігання актового запису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0100B7" w:rsidRPr="00610CE9" w:rsidRDefault="000100B7" w:rsidP="00610CE9">
            <w:pPr>
              <w:pStyle w:val="ListParagraph"/>
              <w:numPr>
                <w:ilvl w:val="0"/>
                <w:numId w:val="6"/>
              </w:numPr>
              <w:tabs>
                <w:tab w:val="left" w:pos="9"/>
                <w:tab w:val="left" w:pos="4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firstLine="281"/>
              <w:rPr>
                <w:sz w:val="24"/>
                <w:szCs w:val="24"/>
                <w:lang w:eastAsia="uk-UA"/>
              </w:rPr>
            </w:pPr>
            <w:r w:rsidRPr="00610CE9">
              <w:rPr>
                <w:sz w:val="24"/>
                <w:szCs w:val="24"/>
                <w:lang w:eastAsia="uk-UA"/>
              </w:rPr>
              <w:t xml:space="preserve"> </w:t>
            </w:r>
            <w:r w:rsidRPr="00610CE9">
              <w:rPr>
                <w:sz w:val="24"/>
                <w:szCs w:val="24"/>
              </w:rPr>
              <w:t>Подання заяви про внесення змін до актового запису цивільного стану або заяви про поновлення актового запису цивільного стану або заяви про анулювання актового запису цивільного стану з накладенням електронного цифрового підпису через мережу Інтернет з використанням веб-порталу «Звернення у сфері державної реєстрації актів цивільного стану».</w:t>
            </w:r>
          </w:p>
        </w:tc>
      </w:tr>
      <w:tr w:rsidR="000100B7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F94EC9" w:rsidRDefault="000100B7" w:rsidP="00AF559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Default="000100B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0100B7" w:rsidRPr="00F94EC9" w:rsidRDefault="000100B7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6273C8" w:rsidRDefault="000100B7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Суб’єкт звернення сплачує державне мито у розмірі 0,02 неоподаткованого мінімуму доходів</w:t>
            </w:r>
            <w:r w:rsidRPr="006273C8">
              <w:rPr>
                <w:sz w:val="27"/>
                <w:szCs w:val="27"/>
                <w:lang w:eastAsia="ru-RU"/>
              </w:rPr>
              <w:t xml:space="preserve"> </w:t>
            </w:r>
            <w:r w:rsidRPr="006273C8">
              <w:rPr>
                <w:sz w:val="24"/>
                <w:szCs w:val="24"/>
                <w:lang w:eastAsia="ru-RU"/>
              </w:rPr>
              <w:t>громадян  (0,34 грн).</w:t>
            </w:r>
          </w:p>
          <w:p w:rsidR="000100B7" w:rsidRPr="006273C8" w:rsidRDefault="000100B7" w:rsidP="00610CE9">
            <w:pPr>
              <w:ind w:firstLine="29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>Від сплати державного мита звільняються:</w:t>
            </w:r>
          </w:p>
          <w:p w:rsidR="000100B7" w:rsidRPr="006273C8" w:rsidRDefault="000100B7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першої та другої категорій постраждалих внаслідок Чорнобильської катастрофи; </w:t>
            </w:r>
          </w:p>
          <w:p w:rsidR="000100B7" w:rsidRPr="006273C8" w:rsidRDefault="000100B7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0100B7" w:rsidRPr="006273C8" w:rsidRDefault="000100B7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0100B7" w:rsidRPr="006273C8" w:rsidRDefault="000100B7" w:rsidP="006273C8">
            <w:pPr>
              <w:ind w:firstLine="540"/>
              <w:rPr>
                <w:sz w:val="24"/>
                <w:szCs w:val="24"/>
                <w:lang w:eastAsia="ru-RU"/>
              </w:rPr>
            </w:pPr>
            <w:r w:rsidRPr="006273C8">
              <w:rPr>
                <w:sz w:val="24"/>
                <w:szCs w:val="24"/>
                <w:lang w:eastAsia="ru-RU"/>
              </w:rPr>
              <w:t xml:space="preserve"> інваліди Великої Вітчизняної війни та сім’ї воїнів (партизанів), які загинули чи пропали безвісти, і прирівняні до них у встановленому порядку особи; </w:t>
            </w:r>
          </w:p>
          <w:p w:rsidR="000100B7" w:rsidRPr="00C40098" w:rsidRDefault="000100B7" w:rsidP="00F91F7A">
            <w:pPr>
              <w:ind w:firstLine="54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інваліди I та II групи.</w:t>
            </w:r>
          </w:p>
        </w:tc>
      </w:tr>
      <w:tr w:rsidR="000100B7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F94EC9" w:rsidRDefault="000100B7" w:rsidP="00AF559B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F94EC9" w:rsidRDefault="000100B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1B2369" w:rsidRDefault="000100B7" w:rsidP="00C4009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715398">
              <w:rPr>
                <w:sz w:val="24"/>
                <w:szCs w:val="24"/>
              </w:rPr>
              <w:t>Строк розгляду заяви про внесення змін</w:t>
            </w:r>
            <w:r w:rsidRPr="00715398">
              <w:rPr>
                <w:bCs/>
                <w:sz w:val="24"/>
                <w:szCs w:val="24"/>
              </w:rPr>
              <w:t>, доповнень, виправлень чи поновлення актових записів цивільного стану</w:t>
            </w:r>
            <w:r w:rsidRPr="00715398">
              <w:rPr>
                <w:sz w:val="24"/>
                <w:szCs w:val="24"/>
              </w:rPr>
              <w:t xml:space="preserve"> становить три місяці та може бути продовжений не більше, ніж на три місяці</w:t>
            </w:r>
            <w:r>
              <w:rPr>
                <w:sz w:val="24"/>
                <w:szCs w:val="24"/>
              </w:rPr>
              <w:t>.</w:t>
            </w:r>
          </w:p>
        </w:tc>
      </w:tr>
      <w:tr w:rsidR="000100B7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F94EC9" w:rsidRDefault="000100B7" w:rsidP="001F328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F94EC9" w:rsidRDefault="000100B7" w:rsidP="00741A94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>
              <w:rPr>
                <w:sz w:val="24"/>
                <w:szCs w:val="24"/>
                <w:lang w:eastAsia="uk-UA"/>
              </w:rPr>
              <w:t>внесенні змін до актових записів цивільного стану, їх поновленні та анулюванні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1469AD" w:rsidRDefault="000100B7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Відсутність достатніх підстав для внесення змін до актових записів цивільного стану.</w:t>
            </w:r>
          </w:p>
          <w:p w:rsidR="000100B7" w:rsidRPr="001469AD" w:rsidRDefault="000100B7" w:rsidP="001F328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Подача заяви про внесення змін до актового запису цивільного стану, його поновлення та анулювання має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здійснюватися</w:t>
            </w:r>
            <w:r w:rsidRPr="001469AD">
              <w:rPr>
                <w:sz w:val="24"/>
                <w:szCs w:val="24"/>
                <w:lang w:eastAsia="uk-UA"/>
              </w:rPr>
              <w:t xml:space="preserve"> в іншому органі державної реєстрації актів цивільного стану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0100B7" w:rsidRPr="00F94EC9" w:rsidRDefault="000100B7" w:rsidP="00190353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Із</w:t>
            </w:r>
            <w:r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заявою про внесення змін до актових записів цивільного стану, їх поновлення та анулювання</w:t>
            </w:r>
            <w:r w:rsidRPr="001469AD">
              <w:rPr>
                <w:sz w:val="24"/>
                <w:szCs w:val="24"/>
                <w:lang w:eastAsia="uk-UA"/>
              </w:rPr>
              <w:t xml:space="preserve"> звернулася недієздатна особа або особа, яка не має необхідних для цього повн</w:t>
            </w:r>
            <w:r>
              <w:rPr>
                <w:sz w:val="24"/>
                <w:szCs w:val="24"/>
                <w:lang w:eastAsia="uk-UA"/>
              </w:rPr>
              <w:t>оважень.</w:t>
            </w:r>
          </w:p>
        </w:tc>
      </w:tr>
      <w:tr w:rsidR="000100B7" w:rsidRPr="00F94EC9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F94EC9" w:rsidRDefault="000100B7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F94EC9" w:rsidRDefault="000100B7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744F1B" w:rsidRDefault="000100B7" w:rsidP="00C40098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4" w:name="o638"/>
            <w:bookmarkEnd w:id="4"/>
            <w:r>
              <w:rPr>
                <w:sz w:val="24"/>
                <w:szCs w:val="24"/>
              </w:rPr>
              <w:t>1. Висновок про внесення змін до актового запису за наявності достатніх підстав, його поновлення, внесення змін до актового запису цивільного стану та видача відповідного свідоцтва про державну реєстрацію актів цивільного стану</w:t>
            </w:r>
          </w:p>
          <w:p w:rsidR="000100B7" w:rsidRPr="00F94EC9" w:rsidRDefault="000100B7" w:rsidP="00F91F7A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744F1B">
              <w:rPr>
                <w:sz w:val="24"/>
                <w:szCs w:val="24"/>
                <w:lang w:eastAsia="uk-UA"/>
              </w:rPr>
              <w:t xml:space="preserve">. Письмова відмова </w:t>
            </w:r>
            <w:r>
              <w:rPr>
                <w:sz w:val="24"/>
                <w:szCs w:val="24"/>
                <w:lang w:eastAsia="uk-UA"/>
              </w:rPr>
              <w:t>у внесенні змін до актового запису цивільного стану, його поновлення та анулювання.</w:t>
            </w:r>
          </w:p>
        </w:tc>
      </w:tr>
      <w:tr w:rsidR="000100B7" w:rsidRPr="001F328B" w:rsidTr="00190353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F94EC9" w:rsidRDefault="000100B7" w:rsidP="005E664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F94EC9" w:rsidRDefault="000100B7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00B7" w:rsidRPr="006273C8" w:rsidRDefault="000100B7" w:rsidP="006273C8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Суб’єкт звернення отримує:</w:t>
            </w:r>
          </w:p>
          <w:p w:rsidR="000100B7" w:rsidRPr="00D81939" w:rsidRDefault="000100B7" w:rsidP="00D81939">
            <w:pPr>
              <w:ind w:firstLine="459"/>
              <w:rPr>
                <w:bCs/>
                <w:sz w:val="24"/>
                <w:szCs w:val="24"/>
                <w:lang w:eastAsia="ru-RU"/>
              </w:rPr>
            </w:pPr>
            <w:r w:rsidRPr="006273C8">
              <w:rPr>
                <w:bCs/>
                <w:sz w:val="24"/>
                <w:szCs w:val="24"/>
                <w:lang w:eastAsia="ru-RU"/>
              </w:rPr>
              <w:t>1) у відділі державної реєстрації актів цивільного стану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bookmarkStart w:id="5" w:name="_GoBack"/>
            <w:bookmarkEnd w:id="5"/>
            <w:r w:rsidRPr="00E16878">
              <w:rPr>
                <w:bCs/>
                <w:i/>
                <w:sz w:val="24"/>
                <w:szCs w:val="24"/>
                <w:lang w:eastAsia="ru-RU"/>
              </w:rPr>
              <w:t>документи про державну реєстрацію актів цивільного стану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у зв’язку із внесенням змін до актових записів </w:t>
            </w:r>
            <w:r>
              <w:rPr>
                <w:bCs/>
                <w:sz w:val="24"/>
                <w:szCs w:val="24"/>
                <w:lang w:eastAsia="ru-RU"/>
              </w:rPr>
              <w:t xml:space="preserve">цивільного стану, їх поновлення, або </w:t>
            </w:r>
            <w:r w:rsidRPr="006273C8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6273C8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анулюванні;</w:t>
            </w:r>
          </w:p>
          <w:p w:rsidR="000100B7" w:rsidRPr="007E67EB" w:rsidRDefault="000100B7" w:rsidP="007E67EB">
            <w:pPr>
              <w:ind w:firstLine="459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</w:t>
            </w:r>
            <w:r w:rsidRPr="006273C8">
              <w:rPr>
                <w:bCs/>
                <w:sz w:val="24"/>
                <w:szCs w:val="24"/>
                <w:lang w:eastAsia="ru-RU"/>
              </w:rPr>
              <w:t>) поштовим зв’язком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1F328B">
              <w:rPr>
                <w:bCs/>
                <w:i/>
                <w:sz w:val="24"/>
                <w:szCs w:val="24"/>
                <w:lang w:eastAsia="ru-RU"/>
              </w:rPr>
              <w:t>висновок про відмову</w:t>
            </w:r>
            <w:r w:rsidRPr="001F328B">
              <w:rPr>
                <w:bCs/>
                <w:sz w:val="24"/>
                <w:szCs w:val="24"/>
                <w:lang w:eastAsia="ru-RU"/>
              </w:rPr>
              <w:t xml:space="preserve"> у внесенні змін до актових записів цивільного стану, їх поновленні та анулюванні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0100B7" w:rsidRPr="00F94EC9" w:rsidRDefault="000100B7">
      <w:bookmarkStart w:id="6" w:name="n43"/>
      <w:bookmarkEnd w:id="6"/>
    </w:p>
    <w:sectPr w:rsidR="000100B7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0B7" w:rsidRDefault="000100B7">
      <w:r>
        <w:separator/>
      </w:r>
    </w:p>
  </w:endnote>
  <w:endnote w:type="continuationSeparator" w:id="0">
    <w:p w:rsidR="000100B7" w:rsidRDefault="000100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0B7" w:rsidRDefault="000100B7">
      <w:r>
        <w:separator/>
      </w:r>
    </w:p>
  </w:footnote>
  <w:footnote w:type="continuationSeparator" w:id="0">
    <w:p w:rsidR="000100B7" w:rsidRDefault="000100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0B7" w:rsidRPr="003945B6" w:rsidRDefault="000100B7">
    <w:pPr>
      <w:pStyle w:val="Header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E06171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0100B7" w:rsidRDefault="000100B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56623831"/>
    <w:multiLevelType w:val="hybridMultilevel"/>
    <w:tmpl w:val="51489C66"/>
    <w:lvl w:ilvl="0" w:tplc="ED28A43E">
      <w:start w:val="1"/>
      <w:numFmt w:val="decimal"/>
      <w:lvlText w:val="%1."/>
      <w:lvlJc w:val="left"/>
      <w:pPr>
        <w:ind w:left="922" w:hanging="6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  <w:rPr>
        <w:rFonts w:cs="Times New Roman"/>
      </w:r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E60"/>
    <w:rsid w:val="000017D0"/>
    <w:rsid w:val="000100B7"/>
    <w:rsid w:val="00010AF8"/>
    <w:rsid w:val="00040A5D"/>
    <w:rsid w:val="000605BE"/>
    <w:rsid w:val="00082613"/>
    <w:rsid w:val="000845B1"/>
    <w:rsid w:val="00085371"/>
    <w:rsid w:val="0008573D"/>
    <w:rsid w:val="00093960"/>
    <w:rsid w:val="000B56F8"/>
    <w:rsid w:val="000C20B5"/>
    <w:rsid w:val="000C77D7"/>
    <w:rsid w:val="000E1FD6"/>
    <w:rsid w:val="000F2113"/>
    <w:rsid w:val="00113F4F"/>
    <w:rsid w:val="00115B24"/>
    <w:rsid w:val="00132095"/>
    <w:rsid w:val="00134B99"/>
    <w:rsid w:val="00134C12"/>
    <w:rsid w:val="00141765"/>
    <w:rsid w:val="00142A11"/>
    <w:rsid w:val="001469AD"/>
    <w:rsid w:val="001611BA"/>
    <w:rsid w:val="001648B8"/>
    <w:rsid w:val="001651D9"/>
    <w:rsid w:val="00190353"/>
    <w:rsid w:val="00192707"/>
    <w:rsid w:val="00193DD9"/>
    <w:rsid w:val="001B2369"/>
    <w:rsid w:val="001D5657"/>
    <w:rsid w:val="001E0E70"/>
    <w:rsid w:val="001F328B"/>
    <w:rsid w:val="001F4787"/>
    <w:rsid w:val="00216288"/>
    <w:rsid w:val="00227651"/>
    <w:rsid w:val="00234BF6"/>
    <w:rsid w:val="0023746A"/>
    <w:rsid w:val="002405F3"/>
    <w:rsid w:val="00264EFA"/>
    <w:rsid w:val="002701F6"/>
    <w:rsid w:val="00284E96"/>
    <w:rsid w:val="00293FFB"/>
    <w:rsid w:val="002A134F"/>
    <w:rsid w:val="002A7996"/>
    <w:rsid w:val="002D0823"/>
    <w:rsid w:val="002F2C87"/>
    <w:rsid w:val="00310917"/>
    <w:rsid w:val="00313492"/>
    <w:rsid w:val="00322FEF"/>
    <w:rsid w:val="00375A36"/>
    <w:rsid w:val="00383906"/>
    <w:rsid w:val="003945B6"/>
    <w:rsid w:val="00397AF0"/>
    <w:rsid w:val="003A2A02"/>
    <w:rsid w:val="003E160B"/>
    <w:rsid w:val="003E1C96"/>
    <w:rsid w:val="003E1E20"/>
    <w:rsid w:val="00400FBB"/>
    <w:rsid w:val="004170F8"/>
    <w:rsid w:val="00432C9E"/>
    <w:rsid w:val="00440FB1"/>
    <w:rsid w:val="004442F4"/>
    <w:rsid w:val="00445AFD"/>
    <w:rsid w:val="00455474"/>
    <w:rsid w:val="00460F1C"/>
    <w:rsid w:val="0046358D"/>
    <w:rsid w:val="00497481"/>
    <w:rsid w:val="004B6404"/>
    <w:rsid w:val="004D5343"/>
    <w:rsid w:val="004E0545"/>
    <w:rsid w:val="004E6426"/>
    <w:rsid w:val="004F324E"/>
    <w:rsid w:val="004F3E34"/>
    <w:rsid w:val="0052271C"/>
    <w:rsid w:val="00523281"/>
    <w:rsid w:val="0054023A"/>
    <w:rsid w:val="005403D3"/>
    <w:rsid w:val="005430B6"/>
    <w:rsid w:val="005478CA"/>
    <w:rsid w:val="00567E56"/>
    <w:rsid w:val="0057331C"/>
    <w:rsid w:val="0057665B"/>
    <w:rsid w:val="00586539"/>
    <w:rsid w:val="00590A4B"/>
    <w:rsid w:val="00592154"/>
    <w:rsid w:val="0059459D"/>
    <w:rsid w:val="005959BD"/>
    <w:rsid w:val="005B1B2C"/>
    <w:rsid w:val="005D23CE"/>
    <w:rsid w:val="005E6647"/>
    <w:rsid w:val="00610CE9"/>
    <w:rsid w:val="00616DD1"/>
    <w:rsid w:val="006178F0"/>
    <w:rsid w:val="00622936"/>
    <w:rsid w:val="006273C8"/>
    <w:rsid w:val="006365FF"/>
    <w:rsid w:val="006412E8"/>
    <w:rsid w:val="00657C2C"/>
    <w:rsid w:val="00687468"/>
    <w:rsid w:val="00690FCC"/>
    <w:rsid w:val="006A45A0"/>
    <w:rsid w:val="006D7D9B"/>
    <w:rsid w:val="00715398"/>
    <w:rsid w:val="00722219"/>
    <w:rsid w:val="00723CC2"/>
    <w:rsid w:val="00741A94"/>
    <w:rsid w:val="00744F1B"/>
    <w:rsid w:val="00750645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E4A66"/>
    <w:rsid w:val="007E4E51"/>
    <w:rsid w:val="007E67EB"/>
    <w:rsid w:val="007F1471"/>
    <w:rsid w:val="00804F08"/>
    <w:rsid w:val="00805BC3"/>
    <w:rsid w:val="0080763E"/>
    <w:rsid w:val="00824963"/>
    <w:rsid w:val="00824B08"/>
    <w:rsid w:val="00827537"/>
    <w:rsid w:val="00827847"/>
    <w:rsid w:val="00842E04"/>
    <w:rsid w:val="008513D9"/>
    <w:rsid w:val="00852243"/>
    <w:rsid w:val="00856E0C"/>
    <w:rsid w:val="0085713F"/>
    <w:rsid w:val="0086128C"/>
    <w:rsid w:val="00861A85"/>
    <w:rsid w:val="008755D8"/>
    <w:rsid w:val="00895D94"/>
    <w:rsid w:val="008B1659"/>
    <w:rsid w:val="008C0A98"/>
    <w:rsid w:val="00911F85"/>
    <w:rsid w:val="00916DF0"/>
    <w:rsid w:val="00924837"/>
    <w:rsid w:val="0094290C"/>
    <w:rsid w:val="009620EA"/>
    <w:rsid w:val="00980F48"/>
    <w:rsid w:val="009A4F7B"/>
    <w:rsid w:val="009A76C5"/>
    <w:rsid w:val="009C4C1D"/>
    <w:rsid w:val="009C7C5E"/>
    <w:rsid w:val="009D4B9F"/>
    <w:rsid w:val="009F1A7A"/>
    <w:rsid w:val="009F201E"/>
    <w:rsid w:val="009F74A5"/>
    <w:rsid w:val="00A01CCF"/>
    <w:rsid w:val="00A03163"/>
    <w:rsid w:val="00A07DA4"/>
    <w:rsid w:val="00A1745F"/>
    <w:rsid w:val="00A2552F"/>
    <w:rsid w:val="00A7050D"/>
    <w:rsid w:val="00A82B8D"/>
    <w:rsid w:val="00A82E40"/>
    <w:rsid w:val="00AA25EE"/>
    <w:rsid w:val="00AC5C85"/>
    <w:rsid w:val="00AD01CF"/>
    <w:rsid w:val="00AF25F8"/>
    <w:rsid w:val="00AF559B"/>
    <w:rsid w:val="00B07FAA"/>
    <w:rsid w:val="00B1310E"/>
    <w:rsid w:val="00B22FA0"/>
    <w:rsid w:val="00B26E40"/>
    <w:rsid w:val="00B51941"/>
    <w:rsid w:val="00B579ED"/>
    <w:rsid w:val="00B65555"/>
    <w:rsid w:val="00B66F74"/>
    <w:rsid w:val="00B90CCF"/>
    <w:rsid w:val="00BA0008"/>
    <w:rsid w:val="00BA3F49"/>
    <w:rsid w:val="00BB06FD"/>
    <w:rsid w:val="00BC1CBF"/>
    <w:rsid w:val="00BC3D45"/>
    <w:rsid w:val="00BD06DC"/>
    <w:rsid w:val="00BD09BB"/>
    <w:rsid w:val="00BE5E7F"/>
    <w:rsid w:val="00BF3FEE"/>
    <w:rsid w:val="00BF7369"/>
    <w:rsid w:val="00C26048"/>
    <w:rsid w:val="00C40098"/>
    <w:rsid w:val="00C557F3"/>
    <w:rsid w:val="00C638C2"/>
    <w:rsid w:val="00C74B67"/>
    <w:rsid w:val="00C801E6"/>
    <w:rsid w:val="00CA4CA1"/>
    <w:rsid w:val="00CB63F4"/>
    <w:rsid w:val="00CC122F"/>
    <w:rsid w:val="00CC67A5"/>
    <w:rsid w:val="00CD0DD2"/>
    <w:rsid w:val="00CD14B0"/>
    <w:rsid w:val="00CE51A0"/>
    <w:rsid w:val="00CF6AA3"/>
    <w:rsid w:val="00D03D12"/>
    <w:rsid w:val="00D122AF"/>
    <w:rsid w:val="00D1324D"/>
    <w:rsid w:val="00D27758"/>
    <w:rsid w:val="00D36D97"/>
    <w:rsid w:val="00D4594D"/>
    <w:rsid w:val="00D607C9"/>
    <w:rsid w:val="00D64241"/>
    <w:rsid w:val="00D73D1F"/>
    <w:rsid w:val="00D7695F"/>
    <w:rsid w:val="00D81939"/>
    <w:rsid w:val="00D92F17"/>
    <w:rsid w:val="00DA1733"/>
    <w:rsid w:val="00DA49C7"/>
    <w:rsid w:val="00DA50D8"/>
    <w:rsid w:val="00DA68BC"/>
    <w:rsid w:val="00DB03D7"/>
    <w:rsid w:val="00DC2A9F"/>
    <w:rsid w:val="00DC70B7"/>
    <w:rsid w:val="00DD003D"/>
    <w:rsid w:val="00DD36A3"/>
    <w:rsid w:val="00DE3651"/>
    <w:rsid w:val="00DE6CCD"/>
    <w:rsid w:val="00DF6467"/>
    <w:rsid w:val="00E06171"/>
    <w:rsid w:val="00E16878"/>
    <w:rsid w:val="00E2705D"/>
    <w:rsid w:val="00E3515D"/>
    <w:rsid w:val="00E43F0B"/>
    <w:rsid w:val="00E445C3"/>
    <w:rsid w:val="00E51A6F"/>
    <w:rsid w:val="00E55BA5"/>
    <w:rsid w:val="00E67863"/>
    <w:rsid w:val="00E8689A"/>
    <w:rsid w:val="00E87285"/>
    <w:rsid w:val="00E9323A"/>
    <w:rsid w:val="00EB0926"/>
    <w:rsid w:val="00EB69F4"/>
    <w:rsid w:val="00EC550D"/>
    <w:rsid w:val="00ED1BC1"/>
    <w:rsid w:val="00EE1889"/>
    <w:rsid w:val="00EF1618"/>
    <w:rsid w:val="00EF4F74"/>
    <w:rsid w:val="00F03830"/>
    <w:rsid w:val="00F03964"/>
    <w:rsid w:val="00F03E60"/>
    <w:rsid w:val="00F132B3"/>
    <w:rsid w:val="00F2657C"/>
    <w:rsid w:val="00F334D0"/>
    <w:rsid w:val="00F52ADF"/>
    <w:rsid w:val="00F60504"/>
    <w:rsid w:val="00F91F7A"/>
    <w:rsid w:val="00F94EC9"/>
    <w:rsid w:val="00F95BE8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3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6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45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945B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customStyle="1" w:styleId="rvps2">
    <w:name w:val="rvps2"/>
    <w:basedOn w:val="Normal"/>
    <w:uiPriority w:val="99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BC3D4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82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8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27482806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82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82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828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828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8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80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8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82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82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4828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80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82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82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82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4828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80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82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82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82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4828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80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82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82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82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482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s@shm.sm.drsu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yju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4</Pages>
  <Words>1228</Words>
  <Characters>7005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Оксана Горбаченко</dc:creator>
  <cp:keywords/>
  <dc:description/>
  <cp:lastModifiedBy>Admin</cp:lastModifiedBy>
  <cp:revision>13</cp:revision>
  <cp:lastPrinted>2019-01-16T13:47:00Z</cp:lastPrinted>
  <dcterms:created xsi:type="dcterms:W3CDTF">2019-01-16T13:08:00Z</dcterms:created>
  <dcterms:modified xsi:type="dcterms:W3CDTF">2019-01-31T17:08:00Z</dcterms:modified>
</cp:coreProperties>
</file>